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638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1E4DA8" w:rsidTr="004E3DE3">
        <w:trPr>
          <w:trHeight w:hRule="exact" w:val="13606"/>
        </w:trPr>
        <w:tc>
          <w:tcPr>
            <w:tcW w:w="9638" w:type="dxa"/>
          </w:tcPr>
          <w:p w:rsidR="001E4DA8" w:rsidRDefault="001E4DA8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p w:rsidR="00B21F40" w:rsidRDefault="00FB2C50" w:rsidP="00FB5AB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2159635</wp:posOffset>
                  </wp:positionH>
                  <wp:positionV relativeFrom="paragraph">
                    <wp:posOffset>-635</wp:posOffset>
                  </wp:positionV>
                  <wp:extent cx="1800000" cy="421046"/>
                  <wp:effectExtent l="0" t="0" r="0" b="0"/>
                  <wp:wrapNone/>
                  <wp:docPr id="1" name="Obrázek 1" descr="C:\Users\Martina\Desktop\NOVY_VZHLED\LOGO\Export\Logotypy\JPG - bitmapa\01zakladni_pozit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tina\Desktop\NOVY_VZHLED\LOGO\Export\Logotypy\JPG - bitmapa\01zakladni_pozit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42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21F40" w:rsidRDefault="00B21F40" w:rsidP="00FB5AB1">
            <w:pPr>
              <w:jc w:val="center"/>
            </w:pPr>
          </w:p>
          <w:p w:rsidR="00B21F40" w:rsidRDefault="00B21F40" w:rsidP="00FB5AB1">
            <w:pPr>
              <w:jc w:val="center"/>
            </w:pPr>
          </w:p>
          <w:tbl>
            <w:tblPr>
              <w:tblStyle w:val="Mkatabulky"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536"/>
              <w:gridCol w:w="1361"/>
              <w:gridCol w:w="1644"/>
              <w:gridCol w:w="1389"/>
            </w:tblGrid>
            <w:tr w:rsidR="00A92EBB" w:rsidTr="00825EDD">
              <w:trPr>
                <w:trHeight w:val="236"/>
                <w:jc w:val="center"/>
              </w:trPr>
              <w:tc>
                <w:tcPr>
                  <w:tcW w:w="453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jc w:val="right"/>
                    <w:rPr>
                      <w:sz w:val="16"/>
                      <w:szCs w:val="16"/>
                    </w:rPr>
                  </w:pPr>
                  <w:r w:rsidRPr="003C119B">
                    <w:rPr>
                      <w:rFonts w:cs="Arial"/>
                      <w:sz w:val="16"/>
                      <w:szCs w:val="16"/>
                    </w:rPr>
                    <w:t xml:space="preserve">INPROS F-M s.r.o., 28. října 1639, 738 01 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</w:rPr>
                    <w:t>Frýdek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</w:rPr>
                    <w:t>-Místek, IČO: 646 11 281,</w:t>
                  </w:r>
                </w:p>
              </w:tc>
              <w:tc>
                <w:tcPr>
                  <w:tcW w:w="1361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0" distR="0" simplePos="0" relativeHeight="251687936" behindDoc="0" locked="0" layoutInCell="1" allowOverlap="1">
                        <wp:simplePos x="0" y="0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44000" cy="144000"/>
                        <wp:effectExtent l="0" t="0" r="8890" b="8890"/>
                        <wp:wrapThrough wrapText="bothSides">
                          <wp:wrapPolygon edited="0">
                            <wp:start x="0" y="0"/>
                            <wp:lineTo x="0" y="5735"/>
                            <wp:lineTo x="2867" y="20071"/>
                            <wp:lineTo x="20071" y="20071"/>
                            <wp:lineTo x="20071" y="11469"/>
                            <wp:lineTo x="14336" y="0"/>
                            <wp:lineTo x="0" y="0"/>
                          </wp:wrapPolygon>
                        </wp:wrapThrough>
                        <wp:docPr id="441" name="Obrázek 441" descr="C:\Users\Martina\Desktop\NOVY_VZHLED\telefon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rtina\Desktop\NOVY_VZHLED\telefo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00" cy="144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C119B">
                    <w:rPr>
                      <w:rFonts w:cs="Arial"/>
                      <w:sz w:val="16"/>
                      <w:szCs w:val="16"/>
                    </w:rPr>
                    <w:t>+420 558 436 785,</w:t>
                  </w:r>
                </w:p>
              </w:tc>
              <w:tc>
                <w:tcPr>
                  <w:tcW w:w="164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rFonts w:cs="Arial"/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8960" behindDoc="1" locked="0" layoutInCell="1" allowOverlap="1">
                        <wp:simplePos x="5127372" y="1918557"/>
                        <wp:positionH relativeFrom="margin">
                          <wp:align>left</wp:align>
                        </wp:positionH>
                        <wp:positionV relativeFrom="margin">
                          <wp:align>center</wp:align>
                        </wp:positionV>
                        <wp:extent cx="136800" cy="136800"/>
                        <wp:effectExtent l="0" t="0" r="0" b="0"/>
                        <wp:wrapTight wrapText="bothSides">
                          <wp:wrapPolygon edited="0">
                            <wp:start x="21600" y="21600"/>
                            <wp:lineTo x="21600" y="3516"/>
                            <wp:lineTo x="3516" y="3516"/>
                            <wp:lineTo x="3516" y="21600"/>
                            <wp:lineTo x="21600" y="21600"/>
                          </wp:wrapPolygon>
                        </wp:wrapTight>
                        <wp:docPr id="442" name="Obrázek 442" descr="C:\Users\Martina\Desktop\NOVY_VZHLED\emai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Martina\Desktop\NOVY_VZHLED\emai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0800000" flipV="1">
                                  <a:off x="0" y="0"/>
                                  <a:ext cx="136800" cy="136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3C119B">
                    <w:rPr>
                      <w:rFonts w:cs="Arial"/>
                      <w:sz w:val="16"/>
                      <w:szCs w:val="16"/>
                    </w:rPr>
                    <w:t>inprosfm@inprosfm.cz,</w:t>
                  </w:r>
                </w:p>
              </w:tc>
              <w:tc>
                <w:tcPr>
                  <w:tcW w:w="1389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A92EBB" w:rsidRPr="003C119B" w:rsidRDefault="00A92EBB" w:rsidP="00A92EBB">
                  <w:pPr>
                    <w:rPr>
                      <w:sz w:val="16"/>
                      <w:szCs w:val="16"/>
                    </w:rPr>
                  </w:pPr>
                  <w:r w:rsidRPr="003C119B">
                    <w:rPr>
                      <w:noProof/>
                      <w:sz w:val="16"/>
                      <w:szCs w:val="16"/>
                      <w:lang w:eastAsia="cs-CZ"/>
                    </w:rPr>
                    <w:drawing>
                      <wp:anchor distT="0" distB="0" distL="36195" distR="36195" simplePos="0" relativeHeight="251686912" behindDoc="1" locked="0" layoutInCell="1" allowOverlap="1">
                        <wp:simplePos x="0" y="0"/>
                        <wp:positionH relativeFrom="column">
                          <wp:posOffset>-90170</wp:posOffset>
                        </wp:positionH>
                        <wp:positionV relativeFrom="paragraph">
                          <wp:posOffset>3810</wp:posOffset>
                        </wp:positionV>
                        <wp:extent cx="100800" cy="100800"/>
                        <wp:effectExtent l="0" t="0" r="0" b="0"/>
                        <wp:wrapTight wrapText="bothSides">
                          <wp:wrapPolygon edited="0">
                            <wp:start x="0" y="0"/>
                            <wp:lineTo x="0" y="16405"/>
                            <wp:lineTo x="16405" y="16405"/>
                            <wp:lineTo x="16405" y="0"/>
                            <wp:lineTo x="0" y="0"/>
                          </wp:wrapPolygon>
                        </wp:wrapTight>
                        <wp:docPr id="443" name="Obrázek 443" descr="C:\Users\Martina\Desktop\NOVY_VZHLED\www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Martina\Desktop\NOVY_VZHLED\ww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800" cy="10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www.</w:t>
                  </w:r>
                  <w:r w:rsidRPr="003C119B">
                    <w:rPr>
                      <w:rFonts w:cs="Arial"/>
                      <w:sz w:val="16"/>
                      <w:szCs w:val="16"/>
                    </w:rPr>
                    <w:t>inprosfm.cz</w:t>
                  </w:r>
                </w:p>
              </w:tc>
            </w:tr>
          </w:tbl>
          <w:p w:rsidR="000A7B0F" w:rsidRDefault="000A7B0F" w:rsidP="00FB5AB1">
            <w:pPr>
              <w:jc w:val="center"/>
            </w:pPr>
          </w:p>
          <w:p w:rsidR="000B5EF7" w:rsidRDefault="000B5EF7" w:rsidP="00FB5AB1">
            <w:pPr>
              <w:jc w:val="center"/>
            </w:pPr>
          </w:p>
          <w:p w:rsidR="00FB2C50" w:rsidRDefault="006B4E98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3" o:spid="_x0000_s1026" type="#_x0000_t202" style="position:absolute;left:0;text-align:left;margin-left:41.65pt;margin-top:103.9pt;width:396.85pt;height:2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" fillcolor="white [3201]" stroked="f" strokeweight=".5pt">
                  <v:textbox style="mso-next-textbox:#Textové pole 3">
                    <w:txbxContent>
                      <w:p w:rsidR="007758E1" w:rsidRPr="00FB2C50" w:rsidRDefault="007758E1" w:rsidP="000A7B0F">
                        <w:pPr>
                          <w:pStyle w:val="Bezmezer"/>
                          <w:rPr>
                            <w:b/>
                            <w:sz w:val="40"/>
                            <w:szCs w:val="40"/>
                          </w:rPr>
                        </w:pPr>
                        <w:r w:rsidRPr="00FB2C50">
                          <w:rPr>
                            <w:b/>
                            <w:sz w:val="40"/>
                            <w:szCs w:val="40"/>
                          </w:rPr>
                          <w:t>SEZNAM PŘÍLOH</w:t>
                        </w:r>
                      </w:p>
                    </w:txbxContent>
                  </v:textbox>
                  <w10:wrap anchory="page"/>
                </v:shape>
              </w:pict>
            </w:r>
          </w:p>
          <w:p w:rsidR="00FB2C50" w:rsidRDefault="00FB2C50" w:rsidP="00FB5AB1">
            <w:pPr>
              <w:jc w:val="center"/>
            </w:pPr>
          </w:p>
          <w:p w:rsidR="00FB2C50" w:rsidRDefault="006B4E98" w:rsidP="00FB5AB1">
            <w:pPr>
              <w:jc w:val="center"/>
            </w:pPr>
            <w:r>
              <w:rPr>
                <w:noProof/>
                <w:lang w:eastAsia="cs-CZ"/>
              </w:rPr>
              <w:pict>
                <v:shape id="Textové pole 2" o:spid="_x0000_s1027" type="#_x0000_t202" style="position:absolute;left:0;text-align:left;margin-left:98.05pt;margin-top:130.2pt;width:290.2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" fillcolor="white [3201]" stroked="f" strokeweight=".5pt">
                  <v:textbox style="mso-next-textbox:#Textové pole 2">
                    <w:txbxContent>
                      <w:p w:rsidR="007758E1" w:rsidRPr="00203687" w:rsidRDefault="00203687" w:rsidP="000B5EF7">
                        <w:pPr>
                          <w:pStyle w:val="Bezmezer"/>
                          <w:rPr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203687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D.1.7</w:t>
                        </w:r>
                        <w:proofErr w:type="gramEnd"/>
                        <w:r w:rsidRPr="00203687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SLABOPROUDÁ ELEKTROTECHNIKA</w:t>
                        </w:r>
                      </w:p>
                    </w:txbxContent>
                  </v:textbox>
                  <w10:wrap anchorx="margin" anchory="page"/>
                </v:shape>
              </w:pict>
            </w:r>
          </w:p>
          <w:p w:rsidR="00AD5008" w:rsidRDefault="00AD5008" w:rsidP="00AD5008">
            <w:pPr>
              <w:spacing w:line="360" w:lineRule="auto"/>
            </w:pPr>
          </w:p>
          <w:p w:rsidR="00C36994" w:rsidRDefault="00C36994" w:rsidP="00AD5008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E867E3" w:rsidRPr="003B1A27" w:rsidRDefault="00E867E3" w:rsidP="00E867E3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</w:rPr>
            </w:pPr>
            <w:r w:rsidRPr="003B1A27">
              <w:rPr>
                <w:rFonts w:ascii="Arial" w:hAnsi="Arial" w:cs="Arial"/>
                <w:b/>
              </w:rPr>
              <w:t>TECHNICKÁ ZPRÁVA</w:t>
            </w:r>
          </w:p>
          <w:p w:rsidR="00C36994" w:rsidRPr="00203687" w:rsidRDefault="003B1A27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………………………………………..</w:t>
            </w:r>
          </w:p>
          <w:p w:rsidR="00203687" w:rsidRPr="00203687" w:rsidRDefault="00203687" w:rsidP="00C36994">
            <w:pPr>
              <w:pStyle w:val="Odstavecseseznamem"/>
              <w:numPr>
                <w:ilvl w:val="0"/>
                <w:numId w:val="1"/>
              </w:numPr>
              <w:spacing w:line="360" w:lineRule="auto"/>
              <w:ind w:left="1843" w:hanging="502"/>
              <w:rPr>
                <w:rFonts w:ascii="Arial" w:hAnsi="Arial" w:cs="Arial"/>
                <w:b/>
                <w:highlight w:val="yellow"/>
              </w:rPr>
            </w:pPr>
            <w:r w:rsidRPr="00203687">
              <w:rPr>
                <w:rFonts w:ascii="Arial" w:hAnsi="Arial" w:cs="Arial"/>
                <w:b/>
                <w:highlight w:val="yellow"/>
              </w:rPr>
              <w:t>…………………………………………</w:t>
            </w:r>
          </w:p>
          <w:p w:rsidR="00825EDD" w:rsidRPr="00E728C3" w:rsidRDefault="00825EDD" w:rsidP="00203687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:rsidR="00F369D5" w:rsidRDefault="00F369D5" w:rsidP="00A92EBB"/>
    <w:sectPr w:rsidR="00F369D5" w:rsidSect="004E3DE3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048B4"/>
    <w:multiLevelType w:val="hybridMultilevel"/>
    <w:tmpl w:val="C986A7AA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attachedTemplate r:id="rId1"/>
  <w:defaultTabStop w:val="708"/>
  <w:hyphenationZone w:val="425"/>
  <w:characterSpacingControl w:val="doNotCompress"/>
  <w:compat/>
  <w:rsids>
    <w:rsidRoot w:val="00FB2C50"/>
    <w:rsid w:val="000153F8"/>
    <w:rsid w:val="00096C0C"/>
    <w:rsid w:val="000A7B0F"/>
    <w:rsid w:val="000B5EF7"/>
    <w:rsid w:val="000C3A78"/>
    <w:rsid w:val="000D293A"/>
    <w:rsid w:val="000E7EC5"/>
    <w:rsid w:val="001624DC"/>
    <w:rsid w:val="001630E6"/>
    <w:rsid w:val="00167788"/>
    <w:rsid w:val="001E4DA8"/>
    <w:rsid w:val="001E5B64"/>
    <w:rsid w:val="00203687"/>
    <w:rsid w:val="00206710"/>
    <w:rsid w:val="00263C43"/>
    <w:rsid w:val="00291774"/>
    <w:rsid w:val="002966B8"/>
    <w:rsid w:val="002C37FB"/>
    <w:rsid w:val="002D3B69"/>
    <w:rsid w:val="002E0B83"/>
    <w:rsid w:val="00306D8D"/>
    <w:rsid w:val="00345686"/>
    <w:rsid w:val="0036763E"/>
    <w:rsid w:val="00372567"/>
    <w:rsid w:val="0038731A"/>
    <w:rsid w:val="003B1A27"/>
    <w:rsid w:val="003E3C7E"/>
    <w:rsid w:val="004129EA"/>
    <w:rsid w:val="004279E5"/>
    <w:rsid w:val="004536F1"/>
    <w:rsid w:val="0049233D"/>
    <w:rsid w:val="004E3DE3"/>
    <w:rsid w:val="004F2385"/>
    <w:rsid w:val="004F2FA6"/>
    <w:rsid w:val="00526892"/>
    <w:rsid w:val="005347AF"/>
    <w:rsid w:val="00604A2D"/>
    <w:rsid w:val="00620473"/>
    <w:rsid w:val="00641325"/>
    <w:rsid w:val="006618D4"/>
    <w:rsid w:val="00671FF7"/>
    <w:rsid w:val="006A6058"/>
    <w:rsid w:val="006B4E98"/>
    <w:rsid w:val="007758E1"/>
    <w:rsid w:val="007815A5"/>
    <w:rsid w:val="007872C3"/>
    <w:rsid w:val="007E238F"/>
    <w:rsid w:val="00825EDD"/>
    <w:rsid w:val="00843993"/>
    <w:rsid w:val="008B0B68"/>
    <w:rsid w:val="00922C4C"/>
    <w:rsid w:val="009268B8"/>
    <w:rsid w:val="009367C7"/>
    <w:rsid w:val="00940B7A"/>
    <w:rsid w:val="009831B2"/>
    <w:rsid w:val="009E5F1E"/>
    <w:rsid w:val="00A92EBB"/>
    <w:rsid w:val="00AA21B8"/>
    <w:rsid w:val="00AB0147"/>
    <w:rsid w:val="00AD5008"/>
    <w:rsid w:val="00AE329F"/>
    <w:rsid w:val="00AF060C"/>
    <w:rsid w:val="00AF4C64"/>
    <w:rsid w:val="00B21F40"/>
    <w:rsid w:val="00B3379A"/>
    <w:rsid w:val="00B54186"/>
    <w:rsid w:val="00B83287"/>
    <w:rsid w:val="00BB5ED4"/>
    <w:rsid w:val="00C25687"/>
    <w:rsid w:val="00C36994"/>
    <w:rsid w:val="00C46103"/>
    <w:rsid w:val="00C60A80"/>
    <w:rsid w:val="00C80529"/>
    <w:rsid w:val="00CB0387"/>
    <w:rsid w:val="00CB2658"/>
    <w:rsid w:val="00CE5197"/>
    <w:rsid w:val="00CE6FAF"/>
    <w:rsid w:val="00D00431"/>
    <w:rsid w:val="00D202ED"/>
    <w:rsid w:val="00D4201C"/>
    <w:rsid w:val="00DC552C"/>
    <w:rsid w:val="00E11842"/>
    <w:rsid w:val="00E17525"/>
    <w:rsid w:val="00E203EA"/>
    <w:rsid w:val="00E2082F"/>
    <w:rsid w:val="00E24D52"/>
    <w:rsid w:val="00E66F66"/>
    <w:rsid w:val="00E728C3"/>
    <w:rsid w:val="00E840A9"/>
    <w:rsid w:val="00E867E3"/>
    <w:rsid w:val="00EA701A"/>
    <w:rsid w:val="00F058CE"/>
    <w:rsid w:val="00F369D5"/>
    <w:rsid w:val="00F5475F"/>
    <w:rsid w:val="00F54CE4"/>
    <w:rsid w:val="00F71157"/>
    <w:rsid w:val="00F76AA0"/>
    <w:rsid w:val="00F81271"/>
    <w:rsid w:val="00F97083"/>
    <w:rsid w:val="00FA6F87"/>
    <w:rsid w:val="00FB2C50"/>
    <w:rsid w:val="00FB5AB1"/>
    <w:rsid w:val="00FE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2C50"/>
    <w:rPr>
      <w:rFonts w:ascii="Arial Narrow" w:hAnsi="Arial Narrow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0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0B68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2C37FB"/>
    <w:pPr>
      <w:spacing w:after="0" w:line="240" w:lineRule="auto"/>
      <w:jc w:val="center"/>
    </w:pPr>
    <w:rPr>
      <w:rFonts w:ascii="Arial Narrow" w:hAnsi="Arial Narrow"/>
      <w:sz w:val="28"/>
    </w:rPr>
  </w:style>
  <w:style w:type="paragraph" w:styleId="Odstavecseseznamem">
    <w:name w:val="List Paragraph"/>
    <w:basedOn w:val="Normln"/>
    <w:uiPriority w:val="34"/>
    <w:qFormat/>
    <w:rsid w:val="00E867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\Desktop\NOVY_VZHLED\SABLONY_HOTOVO\HLAVNI_STITE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HLAVNI_STITEK</Template>
  <TotalTime>1022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71</cp:revision>
  <cp:lastPrinted>2015-11-20T08:51:00Z</cp:lastPrinted>
  <dcterms:created xsi:type="dcterms:W3CDTF">2015-08-28T05:12:00Z</dcterms:created>
  <dcterms:modified xsi:type="dcterms:W3CDTF">2016-10-14T12:35:00Z</dcterms:modified>
</cp:coreProperties>
</file>